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FC" w:rsidRDefault="00363DFC">
      <w:pPr>
        <w:rPr>
          <w:color w:val="FF0000"/>
          <w:sz w:val="28"/>
          <w:szCs w:val="36"/>
        </w:rPr>
      </w:pPr>
      <w:r>
        <w:rPr>
          <w:color w:val="FF0000"/>
          <w:sz w:val="28"/>
          <w:szCs w:val="36"/>
        </w:rPr>
        <w:t>HOW TO INSTALL USB DRIVER</w:t>
      </w:r>
    </w:p>
    <w:p w:rsidR="00363DFC" w:rsidRDefault="00363DFC">
      <w:pPr>
        <w:numPr>
          <w:ilvl w:val="0"/>
          <w:numId w:val="1"/>
        </w:numPr>
      </w:pPr>
      <w:r>
        <w:t>Disable driver signature enforcement(part B) before install driver(WIN10 only).</w:t>
      </w:r>
    </w:p>
    <w:p w:rsidR="00363DFC" w:rsidRDefault="00363DFC">
      <w:pPr>
        <w:numPr>
          <w:ilvl w:val="0"/>
          <w:numId w:val="1"/>
        </w:numPr>
      </w:pPr>
      <w:r>
        <w:t>Connect the meter with PC by usb Cable</w:t>
      </w:r>
    </w:p>
    <w:p w:rsidR="00363DFC" w:rsidRDefault="00363DFC">
      <w:pPr>
        <w:numPr>
          <w:ilvl w:val="0"/>
          <w:numId w:val="1"/>
        </w:numPr>
      </w:pPr>
      <w:r>
        <w:t>Power on the meter</w:t>
      </w:r>
    </w:p>
    <w:p w:rsidR="00363DFC" w:rsidRDefault="00363DFC">
      <w:pPr>
        <w:numPr>
          <w:ilvl w:val="0"/>
          <w:numId w:val="1"/>
        </w:numPr>
      </w:pPr>
      <w:r>
        <w:t>Open inf-wizard.exe and click ‘Next’ button.</w:t>
      </w:r>
    </w:p>
    <w:p w:rsidR="00363DFC" w:rsidRDefault="00363DFC">
      <w:pPr>
        <w:ind w:firstLine="42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Image 5" style="width:360.75pt;height:272.25pt;visibility:visible">
            <v:imagedata r:id="rId5" o:title=""/>
          </v:shape>
        </w:pict>
      </w:r>
    </w:p>
    <w:p w:rsidR="00363DFC" w:rsidRDefault="00363DFC">
      <w:pPr>
        <w:numPr>
          <w:ilvl w:val="0"/>
          <w:numId w:val="1"/>
        </w:numPr>
      </w:pPr>
      <w:r>
        <w:t>Select ‘0x0483 0xDF11 IE606 DFU’ item then click ‘Next’ button.</w:t>
      </w:r>
    </w:p>
    <w:p w:rsidR="00363DFC" w:rsidRDefault="00363DFC">
      <w:pPr>
        <w:ind w:firstLine="420"/>
      </w:pPr>
      <w:r>
        <w:rPr>
          <w:noProof/>
        </w:rPr>
        <w:pict>
          <v:shape id="图片 2" o:spid="_x0000_i1026" type="#_x0000_t75" alt="Image 6" style="width:360.75pt;height:272.25pt;visibility:visible">
            <v:imagedata r:id="rId6" o:title=""/>
          </v:shape>
        </w:pict>
      </w:r>
      <w:bookmarkStart w:id="0" w:name="_GoBack"/>
      <w:bookmarkEnd w:id="0"/>
    </w:p>
    <w:p w:rsidR="00363DFC" w:rsidRDefault="00363DFC">
      <w:pPr>
        <w:keepNext/>
        <w:numPr>
          <w:ilvl w:val="0"/>
          <w:numId w:val="1"/>
        </w:numPr>
      </w:pPr>
      <w:r>
        <w:t>Click ‘Next’ button.</w:t>
      </w:r>
    </w:p>
    <w:p w:rsidR="00363DFC" w:rsidRDefault="00363DFC">
      <w:pPr>
        <w:ind w:firstLine="420"/>
      </w:pPr>
      <w:r>
        <w:rPr>
          <w:noProof/>
        </w:rPr>
        <w:pict>
          <v:shape id="图片 3" o:spid="_x0000_i1027" type="#_x0000_t75" alt="Image 7" style="width:360.75pt;height:272.25pt;visibility:visible">
            <v:imagedata r:id="rId7" o:title=""/>
          </v:shape>
        </w:pict>
      </w:r>
    </w:p>
    <w:p w:rsidR="00363DFC" w:rsidRDefault="00363DFC">
      <w:pPr>
        <w:numPr>
          <w:ilvl w:val="0"/>
          <w:numId w:val="1"/>
        </w:numPr>
      </w:pPr>
      <w:r>
        <w:t>Create a new folder to save the driver file and click ‘Install Now..’ button.</w:t>
      </w:r>
    </w:p>
    <w:p w:rsidR="00363DFC" w:rsidRDefault="00363DFC">
      <w:pPr>
        <w:ind w:firstLine="420"/>
      </w:pPr>
      <w:r>
        <w:rPr>
          <w:noProof/>
        </w:rPr>
        <w:pict>
          <v:shape id="图片 5" o:spid="_x0000_i1028" type="#_x0000_t75" alt="Image 8" style="width:360.75pt;height:272.25pt;visibility:visible">
            <v:imagedata r:id="rId8" o:title=""/>
          </v:shape>
        </w:pict>
      </w:r>
    </w:p>
    <w:p w:rsidR="00363DFC" w:rsidRDefault="00363DFC">
      <w:pPr>
        <w:keepNext/>
        <w:numPr>
          <w:ilvl w:val="0"/>
          <w:numId w:val="1"/>
        </w:numPr>
      </w:pPr>
      <w:r>
        <w:t>Wait for the driver to be installed then click ‘Ok’ button.</w:t>
      </w:r>
    </w:p>
    <w:p w:rsidR="00363DFC" w:rsidRDefault="00363DFC">
      <w:r>
        <w:rPr>
          <w:noProof/>
        </w:rPr>
        <w:pict>
          <v:shape id="图片 6" o:spid="_x0000_i1029" type="#_x0000_t75" alt="Image 10" style="width:360.75pt;height:272.25pt;visibility:visible">
            <v:imagedata r:id="rId9" o:title=""/>
          </v:shape>
        </w:pict>
      </w:r>
    </w:p>
    <w:p w:rsidR="00363DFC" w:rsidRDefault="00363DFC"/>
    <w:p w:rsidR="00363DFC" w:rsidRDefault="00363DFC">
      <w:pPr>
        <w:keepNext/>
        <w:rPr>
          <w:color w:val="FF0000"/>
          <w:sz w:val="28"/>
          <w:szCs w:val="36"/>
        </w:rPr>
      </w:pPr>
      <w:r>
        <w:rPr>
          <w:color w:val="FF0000"/>
          <w:sz w:val="28"/>
          <w:szCs w:val="36"/>
        </w:rPr>
        <w:t>Part B: Disable Signed Driver Enforcement on Windows 10.</w:t>
      </w:r>
    </w:p>
    <w:p w:rsidR="00363DFC" w:rsidRDefault="00363DFC">
      <w:pPr>
        <w:keepNext/>
      </w:pPr>
      <w:r>
        <w:t>How can I install drivers that are not digitally signed?</w:t>
      </w:r>
    </w:p>
    <w:p w:rsidR="00363DFC" w:rsidRDefault="00363DFC">
      <w:pPr>
        <w:keepNext/>
      </w:pPr>
      <w:r>
        <w:t>Windows 10 enforces driver signatures by default. This can be disabled to install drivers that are not digitally signed. Use the following steps to disable driver signature enforcement.</w:t>
      </w:r>
    </w:p>
    <w:p w:rsidR="00363DFC" w:rsidRDefault="00363DFC">
      <w:pPr>
        <w:keepNext/>
        <w:numPr>
          <w:ilvl w:val="0"/>
          <w:numId w:val="2"/>
        </w:numPr>
      </w:pPr>
      <w:r>
        <w:t>Click the Start </w:t>
      </w:r>
      <w:r>
        <w:rPr>
          <w:noProof/>
        </w:rPr>
        <w:pict>
          <v:shape id="_x0000_i1030" type="#_x0000_t75" alt="IMG_256" style="width:12pt;height:12pt;visibility:visible">
            <v:imagedata r:id="rId10" o:title=""/>
          </v:shape>
        </w:pict>
      </w:r>
      <w:r>
        <w:t> menu and select Settings.</w:t>
      </w:r>
    </w:p>
    <w:p w:rsidR="00363DFC" w:rsidRDefault="00363DFC">
      <w:pPr>
        <w:keepNext/>
      </w:pPr>
      <w:r>
        <w:rPr>
          <w:noProof/>
        </w:rPr>
        <w:pict>
          <v:shape id="图片 8" o:spid="_x0000_i1031" type="#_x0000_t75" alt="2" style="width:410.25pt;height:399.75pt;visibility:visible">
            <v:imagedata r:id="rId11" o:title=""/>
          </v:shape>
        </w:pict>
      </w:r>
    </w:p>
    <w:p w:rsidR="00363DFC" w:rsidRDefault="00363DFC">
      <w:pPr>
        <w:keepNext/>
        <w:widowControl/>
        <w:numPr>
          <w:ilvl w:val="0"/>
          <w:numId w:val="2"/>
        </w:numPr>
      </w:pPr>
      <w:r>
        <w:t>Click Update and Security.</w:t>
      </w:r>
    </w:p>
    <w:p w:rsidR="00363DFC" w:rsidRDefault="00363DFC">
      <w:pPr>
        <w:keepNext/>
      </w:pPr>
      <w:r>
        <w:rPr>
          <w:noProof/>
        </w:rPr>
        <w:pict>
          <v:shape id="图片 10" o:spid="_x0000_i1032" type="#_x0000_t75" alt="8036bb56-5868-48ca-b10d-9dfb91abe5ef" style="width:414.75pt;height:311.25pt;visibility:visible">
            <v:imagedata r:id="rId12" o:title=""/>
          </v:shape>
        </w:pict>
      </w:r>
    </w:p>
    <w:p w:rsidR="00363DFC" w:rsidRDefault="00363DFC">
      <w:pPr>
        <w:keepNext/>
        <w:numPr>
          <w:ilvl w:val="0"/>
          <w:numId w:val="2"/>
        </w:numPr>
      </w:pPr>
      <w:r>
        <w:t>Click on Recovery.</w:t>
      </w:r>
    </w:p>
    <w:p w:rsidR="00363DFC" w:rsidRDefault="00363DFC">
      <w:pPr>
        <w:keepNext/>
      </w:pPr>
      <w:r>
        <w:t>4. Click Restart now under Advanced Startup.</w:t>
      </w:r>
    </w:p>
    <w:p w:rsidR="00363DFC" w:rsidRDefault="00363DFC">
      <w:pPr>
        <w:keepNext/>
      </w:pPr>
      <w:r>
        <w:rPr>
          <w:noProof/>
        </w:rPr>
        <w:pict>
          <v:shape id="图片 11" o:spid="_x0000_i1033" type="#_x0000_t75" alt="c5755df3-3377-4ea5-af7e-87f7d78b3f0f" style="width:414.75pt;height:311.25pt;visibility:visible">
            <v:imagedata r:id="rId13" o:title=""/>
          </v:shape>
        </w:pict>
      </w:r>
    </w:p>
    <w:p w:rsidR="00363DFC" w:rsidRDefault="00363DFC">
      <w:pPr>
        <w:keepNext/>
        <w:numPr>
          <w:ilvl w:val="0"/>
          <w:numId w:val="3"/>
        </w:numPr>
      </w:pPr>
      <w:r>
        <w:t>Click Troubleshoot.</w:t>
      </w:r>
    </w:p>
    <w:p w:rsidR="00363DFC" w:rsidRDefault="00363DFC">
      <w:pPr>
        <w:keepNext/>
      </w:pPr>
      <w:r>
        <w:rPr>
          <w:noProof/>
        </w:rPr>
        <w:pict>
          <v:shape id="图片 15" o:spid="_x0000_i1034" type="#_x0000_t75" alt="ximg_581ceaef48eb0.png.pagespeed.gp+jp+jw+pj+ws+js+rj+rp+rw+ri+cp+md.ic.5HEGip3HIg" style="width:409.5pt;height:288.75pt;visibility:visible">
            <v:imagedata r:id="rId14" o:title=""/>
          </v:shape>
        </w:pict>
      </w:r>
    </w:p>
    <w:p w:rsidR="00363DFC" w:rsidRDefault="00363DFC">
      <w:pPr>
        <w:keepNext/>
        <w:numPr>
          <w:ilvl w:val="0"/>
          <w:numId w:val="3"/>
        </w:numPr>
      </w:pPr>
      <w:r>
        <w:t>Click Advanced options.</w:t>
      </w:r>
    </w:p>
    <w:p w:rsidR="00363DFC" w:rsidRDefault="00363DFC">
      <w:pPr>
        <w:keepNext/>
      </w:pPr>
      <w:r>
        <w:rPr>
          <w:noProof/>
        </w:rPr>
        <w:pict>
          <v:shape id="图片 16" o:spid="_x0000_i1035" type="#_x0000_t75" alt="ximg_581ceaf808cf3.png.pagespeed.gp+jp+jw+pj+ws+js+rj+rp+rw+ri+cp+md.ic.9hUFs5FS5y" style="width:409.5pt;height:213.75pt;visibility:visible">
            <v:imagedata r:id="rId15" o:title=""/>
          </v:shape>
        </w:pict>
      </w:r>
    </w:p>
    <w:p w:rsidR="00363DFC" w:rsidRDefault="00363DFC">
      <w:pPr>
        <w:keepNext/>
      </w:pPr>
      <w:r>
        <w:t>7. Click Startup Settings.</w:t>
      </w:r>
    </w:p>
    <w:p w:rsidR="00363DFC" w:rsidRDefault="00363DFC">
      <w:pPr>
        <w:keepNext/>
      </w:pPr>
      <w:r>
        <w:rPr>
          <w:noProof/>
        </w:rPr>
        <w:pict>
          <v:shape id="图片 14" o:spid="_x0000_i1036" type="#_x0000_t75" alt="ximg_581ceb004cd47.png.pagespeed.gp+jp+jw+pj+ws+js+rj+rp+rw+ri+cp+md.ic.pN7B3gceWI" style="width:409.5pt;height:280.5pt;visibility:visible">
            <v:imagedata r:id="rId16" o:title=""/>
          </v:shape>
        </w:pict>
      </w:r>
    </w:p>
    <w:p w:rsidR="00363DFC" w:rsidRDefault="00363DFC">
      <w:pPr>
        <w:keepNext/>
      </w:pPr>
      <w:r>
        <w:t>8. Click on Restart.</w:t>
      </w:r>
    </w:p>
    <w:p w:rsidR="00363DFC" w:rsidRDefault="00363DFC">
      <w:pPr>
        <w:keepNext/>
      </w:pPr>
      <w:r>
        <w:rPr>
          <w:noProof/>
        </w:rPr>
        <w:pict>
          <v:shape id="图片 12" o:spid="_x0000_i1037" type="#_x0000_t75" alt="ximg_581ceb0a47248.png.pagespeed.gp+jp+jw+pj+ws+js+rj+rp+rw+ri+cp+md.ic.Sbzcv_FFO_" style="width:409.5pt;height:261.75pt;visibility:visible">
            <v:imagedata r:id="rId17" o:title=""/>
          </v:shape>
        </w:pict>
      </w:r>
    </w:p>
    <w:p w:rsidR="00363DFC" w:rsidRDefault="00363DFC">
      <w:pPr>
        <w:keepNext/>
        <w:numPr>
          <w:ilvl w:val="0"/>
          <w:numId w:val="4"/>
        </w:numPr>
      </w:pPr>
      <w:r>
        <w:t>On the Startup Settings screen press 7 to disable driver signature enforcement.</w:t>
      </w:r>
    </w:p>
    <w:p w:rsidR="00363DFC" w:rsidRDefault="00363DFC">
      <w:pPr>
        <w:keepNext/>
      </w:pPr>
      <w:r>
        <w:rPr>
          <w:noProof/>
        </w:rPr>
        <w:pict>
          <v:shape id="图片 13" o:spid="_x0000_i1038" type="#_x0000_t75" alt="ximg_581ceb13eff55.png.pagespeed.gp+jp+jw+pj+ws+js+rj+rp+rw+ri+cp+md.ic.KYpixPR84-" style="width:409.5pt;height:328.5pt;visibility:visible">
            <v:imagedata r:id="rId18" o:title=""/>
          </v:shape>
        </w:pict>
      </w:r>
    </w:p>
    <w:p w:rsidR="00363DFC" w:rsidRDefault="00363DFC">
      <w:pPr>
        <w:keepNext/>
      </w:pPr>
      <w:r>
        <w:t>Your computer will restart and you will be able to install non-digitally signed drivers. If you restart your computer again the driver signature enforcement will be re-enabled.</w:t>
      </w:r>
    </w:p>
    <w:p w:rsidR="00363DFC" w:rsidRDefault="00363DFC"/>
    <w:sectPr w:rsidR="00363DFC" w:rsidSect="00902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A5152"/>
    <w:multiLevelType w:val="singleLevel"/>
    <w:tmpl w:val="5A7A5152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A7A9EF8"/>
    <w:multiLevelType w:val="singleLevel"/>
    <w:tmpl w:val="5A7A9EF8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5A7A9FAA"/>
    <w:multiLevelType w:val="singleLevel"/>
    <w:tmpl w:val="5A7A9FAA"/>
    <w:lvl w:ilvl="0">
      <w:start w:val="9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5A7AA035"/>
    <w:multiLevelType w:val="singleLevel"/>
    <w:tmpl w:val="5A7AA035"/>
    <w:lvl w:ilvl="0">
      <w:start w:val="5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CAF2404"/>
    <w:rsid w:val="002E7D2B"/>
    <w:rsid w:val="00363DFC"/>
    <w:rsid w:val="00390502"/>
    <w:rsid w:val="003B0337"/>
    <w:rsid w:val="00485AF3"/>
    <w:rsid w:val="00902C8F"/>
    <w:rsid w:val="00BD02DD"/>
    <w:rsid w:val="00BE7139"/>
    <w:rsid w:val="00D76C56"/>
    <w:rsid w:val="00F10D56"/>
    <w:rsid w:val="00F73BE2"/>
    <w:rsid w:val="54820DDC"/>
    <w:rsid w:val="5CAF2404"/>
    <w:rsid w:val="5DA67E91"/>
    <w:rsid w:val="6CE765F6"/>
    <w:rsid w:val="6CEF2C60"/>
    <w:rsid w:val="6EE1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C8F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2C8F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" w:hAnsi="Calibri" w:cs="Times New Roman"/>
      <w:b/>
      <w:bCs/>
      <w:kern w:val="44"/>
      <w:sz w:val="44"/>
      <w:szCs w:val="44"/>
    </w:rPr>
  </w:style>
  <w:style w:type="paragraph" w:styleId="NormalWeb">
    <w:name w:val="Normal (Web)"/>
    <w:basedOn w:val="Normal"/>
    <w:uiPriority w:val="99"/>
    <w:rsid w:val="00902C8F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902C8F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8</Pages>
  <Words>185</Words>
  <Characters>1059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3</cp:revision>
  <dcterms:created xsi:type="dcterms:W3CDTF">2018-02-07T00:54:00Z</dcterms:created>
  <dcterms:modified xsi:type="dcterms:W3CDTF">2018-02-07T08:46:00Z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